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280E0" w14:textId="77777777" w:rsidR="0090682D" w:rsidRPr="0090682D" w:rsidRDefault="006E620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sz w:val="28"/>
          <w:szCs w:val="24"/>
        </w:rPr>
        <w:t>Übung</w:t>
      </w:r>
      <w:proofErr w:type="spellEnd"/>
      <w:r w:rsidR="0090682D" w:rsidRPr="0090682D">
        <w:rPr>
          <w:rFonts w:ascii="Arial" w:hAnsi="Arial" w:cs="Arial"/>
          <w:b/>
          <w:sz w:val="28"/>
          <w:szCs w:val="24"/>
        </w:rPr>
        <w:t xml:space="preserve"> 1:</w:t>
      </w:r>
    </w:p>
    <w:p w14:paraId="26370D9C" w14:textId="77777777" w:rsid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</w:p>
    <w:p w14:paraId="2911D34B" w14:textId="77777777"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2 + 2 = …                   7 + 7 = …</w:t>
      </w:r>
    </w:p>
    <w:p w14:paraId="2BE3B1E0" w14:textId="77777777"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3 + 3 = …                   8 + 8 = …</w:t>
      </w:r>
    </w:p>
    <w:p w14:paraId="592B98BE" w14:textId="77777777"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4 + 4 = …                   9 + 9 = …</w:t>
      </w:r>
    </w:p>
    <w:p w14:paraId="788F9DF7" w14:textId="77777777"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5 + 5 = …                   10 + 10 = …</w:t>
      </w:r>
    </w:p>
    <w:p w14:paraId="38AC10FB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C143797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6EA55D7D" w14:textId="77777777" w:rsidR="0090682D" w:rsidRPr="0090682D" w:rsidRDefault="006E620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>
        <w:rPr>
          <w:rFonts w:ascii="Arial" w:hAnsi="Arial" w:cs="Arial"/>
          <w:b/>
          <w:sz w:val="28"/>
          <w:szCs w:val="24"/>
        </w:rPr>
        <w:t>Übung</w:t>
      </w:r>
      <w:proofErr w:type="spellEnd"/>
      <w:r w:rsidRPr="0090682D">
        <w:rPr>
          <w:rFonts w:ascii="Arial" w:hAnsi="Arial" w:cs="Arial"/>
          <w:b/>
          <w:sz w:val="28"/>
          <w:szCs w:val="24"/>
        </w:rPr>
        <w:t xml:space="preserve"> </w:t>
      </w:r>
      <w:r w:rsidR="0090682D" w:rsidRPr="0090682D">
        <w:rPr>
          <w:rFonts w:ascii="Arial" w:hAnsi="Arial" w:cs="Arial"/>
          <w:b/>
          <w:sz w:val="28"/>
          <w:szCs w:val="24"/>
        </w:rPr>
        <w:t>2</w:t>
      </w:r>
      <w:r w:rsidR="00B61529">
        <w:rPr>
          <w:rFonts w:ascii="Arial" w:hAnsi="Arial" w:cs="Arial"/>
          <w:b/>
          <w:sz w:val="28"/>
          <w:szCs w:val="24"/>
        </w:rPr>
        <w:t>:</w:t>
      </w:r>
    </w:p>
    <w:p w14:paraId="5900891B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498C507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10"/>
        <w:gridCol w:w="2210"/>
      </w:tblGrid>
      <w:tr w:rsidR="0090682D" w:rsidRPr="0090682D" w14:paraId="2A3A884B" w14:textId="77777777" w:rsidTr="0090682D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73CB4673" w14:textId="77777777"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8 - 1 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585AB0B9" w14:textId="77777777"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15 – 2 = …</w:t>
            </w:r>
          </w:p>
        </w:tc>
      </w:tr>
      <w:tr w:rsidR="0090682D" w:rsidRPr="0090682D" w14:paraId="59751907" w14:textId="77777777" w:rsidTr="0090682D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228B6BFB" w14:textId="77777777"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7 – 2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59BA41A4" w14:textId="77777777"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19 – 2 = …</w:t>
            </w:r>
          </w:p>
        </w:tc>
      </w:tr>
      <w:tr w:rsidR="0090682D" w:rsidRPr="0090682D" w14:paraId="22EC1F3B" w14:textId="77777777" w:rsidTr="0090682D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7C4E0352" w14:textId="77777777"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13 – 1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57E26290" w14:textId="77777777"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16 – 3  = …</w:t>
            </w:r>
          </w:p>
        </w:tc>
      </w:tr>
      <w:tr w:rsidR="0090682D" w:rsidRPr="0090682D" w14:paraId="6F1D5AD0" w14:textId="77777777" w:rsidTr="0090682D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5776EA02" w14:textId="77777777"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18 – 1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07FC24D3" w14:textId="77777777"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13 – 3  = …</w:t>
            </w:r>
          </w:p>
        </w:tc>
      </w:tr>
    </w:tbl>
    <w:p w14:paraId="5431C530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1466A45F" w14:textId="77777777" w:rsidR="0090682D" w:rsidRPr="0090682D" w:rsidRDefault="006E620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>
        <w:rPr>
          <w:rFonts w:ascii="Arial" w:hAnsi="Arial" w:cs="Arial"/>
          <w:b/>
          <w:sz w:val="28"/>
          <w:szCs w:val="24"/>
        </w:rPr>
        <w:t>Übung</w:t>
      </w:r>
      <w:proofErr w:type="spellEnd"/>
      <w:r w:rsidRPr="0090682D">
        <w:rPr>
          <w:rFonts w:ascii="Arial" w:hAnsi="Arial" w:cs="Arial"/>
          <w:b/>
          <w:sz w:val="28"/>
          <w:szCs w:val="24"/>
        </w:rPr>
        <w:t xml:space="preserve"> </w:t>
      </w:r>
      <w:r w:rsidR="0090682D" w:rsidRPr="0090682D">
        <w:rPr>
          <w:rFonts w:ascii="Arial" w:hAnsi="Arial" w:cs="Arial"/>
          <w:b/>
          <w:sz w:val="28"/>
          <w:szCs w:val="24"/>
        </w:rPr>
        <w:t>3</w:t>
      </w:r>
      <w:r w:rsidR="00B61529">
        <w:rPr>
          <w:rFonts w:ascii="Arial" w:hAnsi="Arial" w:cs="Arial"/>
          <w:b/>
          <w:sz w:val="28"/>
          <w:szCs w:val="24"/>
        </w:rPr>
        <w:t xml:space="preserve">: </w:t>
      </w:r>
    </w:p>
    <w:p w14:paraId="40BC937F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D7357D0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CFC96E2" w14:textId="77777777" w:rsidR="0090682D" w:rsidRPr="0090682D" w:rsidRDefault="0090682D" w:rsidP="0090682D">
      <w:pPr>
        <w:spacing w:after="0" w:line="240" w:lineRule="auto"/>
        <w:jc w:val="center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6 + 2 + 4 + 8 + 5</w:t>
      </w:r>
    </w:p>
    <w:p w14:paraId="31355184" w14:textId="77777777" w:rsidR="001D645B" w:rsidRDefault="001D645B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58500B4" w14:textId="77777777" w:rsid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A78EBBB" w14:textId="77777777" w:rsidR="0090682D" w:rsidRPr="0090682D" w:rsidRDefault="00B61529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8"/>
          <w:szCs w:val="24"/>
        </w:rPr>
        <w:br w:type="column"/>
      </w:r>
      <w:proofErr w:type="spellStart"/>
      <w:r w:rsidR="006E620D">
        <w:rPr>
          <w:rFonts w:ascii="Arial" w:hAnsi="Arial" w:cs="Arial"/>
          <w:b/>
          <w:sz w:val="28"/>
          <w:szCs w:val="24"/>
        </w:rPr>
        <w:t>Übung</w:t>
      </w:r>
      <w:proofErr w:type="spellEnd"/>
      <w:r w:rsidR="006E620D" w:rsidRPr="0090682D">
        <w:rPr>
          <w:rFonts w:ascii="Arial" w:hAnsi="Arial" w:cs="Arial"/>
          <w:b/>
          <w:sz w:val="28"/>
          <w:szCs w:val="24"/>
        </w:rPr>
        <w:t xml:space="preserve"> </w:t>
      </w:r>
      <w:r w:rsidR="0090682D" w:rsidRPr="0090682D">
        <w:rPr>
          <w:rFonts w:ascii="Arial" w:hAnsi="Arial" w:cs="Arial"/>
          <w:b/>
          <w:sz w:val="28"/>
          <w:szCs w:val="24"/>
        </w:rPr>
        <w:t>1:</w:t>
      </w:r>
    </w:p>
    <w:p w14:paraId="4BF845D1" w14:textId="77777777" w:rsid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</w:p>
    <w:p w14:paraId="0E9B3773" w14:textId="77777777"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2 + 2 = …                   7 + 7 = …</w:t>
      </w:r>
    </w:p>
    <w:p w14:paraId="73AAE60E" w14:textId="77777777"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3 + 3 = …                   8 + 8 = …</w:t>
      </w:r>
    </w:p>
    <w:p w14:paraId="7E489886" w14:textId="77777777"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4 + 4 = …                   9 + 9 = …</w:t>
      </w:r>
    </w:p>
    <w:p w14:paraId="42104D2F" w14:textId="77777777"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5 + 5 = …                   10 + 10 = …</w:t>
      </w:r>
    </w:p>
    <w:p w14:paraId="066DCB56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D1E4BC1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4E4CF6B7" w14:textId="77777777" w:rsidR="0090682D" w:rsidRPr="0090682D" w:rsidRDefault="006E620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>
        <w:rPr>
          <w:rFonts w:ascii="Arial" w:hAnsi="Arial" w:cs="Arial"/>
          <w:b/>
          <w:sz w:val="28"/>
          <w:szCs w:val="24"/>
        </w:rPr>
        <w:t>Übung</w:t>
      </w:r>
      <w:proofErr w:type="spellEnd"/>
      <w:r w:rsidRPr="0090682D">
        <w:rPr>
          <w:rFonts w:ascii="Arial" w:hAnsi="Arial" w:cs="Arial"/>
          <w:b/>
          <w:sz w:val="28"/>
          <w:szCs w:val="24"/>
        </w:rPr>
        <w:t xml:space="preserve"> </w:t>
      </w:r>
      <w:r w:rsidR="0090682D" w:rsidRPr="0090682D">
        <w:rPr>
          <w:rFonts w:ascii="Arial" w:hAnsi="Arial" w:cs="Arial"/>
          <w:b/>
          <w:sz w:val="28"/>
          <w:szCs w:val="24"/>
        </w:rPr>
        <w:t>2</w:t>
      </w:r>
      <w:r w:rsidR="00B61529">
        <w:rPr>
          <w:rFonts w:ascii="Arial" w:hAnsi="Arial" w:cs="Arial"/>
          <w:b/>
          <w:sz w:val="28"/>
          <w:szCs w:val="24"/>
        </w:rPr>
        <w:t>:</w:t>
      </w:r>
    </w:p>
    <w:p w14:paraId="79A1AEE2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ABEFD3A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10"/>
        <w:gridCol w:w="2210"/>
      </w:tblGrid>
      <w:tr w:rsidR="0090682D" w:rsidRPr="0090682D" w14:paraId="6E857C8F" w14:textId="77777777" w:rsidTr="00D72ACA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1C056DEB" w14:textId="77777777"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8 - 1 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17568DAA" w14:textId="77777777"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15 – 2 = …</w:t>
            </w:r>
          </w:p>
        </w:tc>
      </w:tr>
      <w:tr w:rsidR="0090682D" w:rsidRPr="0090682D" w14:paraId="20F07733" w14:textId="77777777" w:rsidTr="00D72ACA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120876EF" w14:textId="77777777"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7 – 2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69C76166" w14:textId="77777777"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19 – 2 = …</w:t>
            </w:r>
          </w:p>
        </w:tc>
      </w:tr>
      <w:tr w:rsidR="0090682D" w:rsidRPr="0090682D" w14:paraId="0D3E7223" w14:textId="77777777" w:rsidTr="00D72ACA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44199DA5" w14:textId="77777777"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13 – 1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25C18CAC" w14:textId="77777777"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16 – 3  = …</w:t>
            </w:r>
          </w:p>
        </w:tc>
      </w:tr>
      <w:tr w:rsidR="0090682D" w:rsidRPr="0090682D" w14:paraId="0564E5A6" w14:textId="77777777" w:rsidTr="00D72ACA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2FAD5F6A" w14:textId="77777777"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18 – 1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29322FEA" w14:textId="77777777"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13 – 3  = …</w:t>
            </w:r>
          </w:p>
        </w:tc>
      </w:tr>
    </w:tbl>
    <w:p w14:paraId="0ACAC948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20987692" w14:textId="77777777" w:rsidR="0090682D" w:rsidRPr="0090682D" w:rsidRDefault="006E620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proofErr w:type="spellStart"/>
      <w:r>
        <w:rPr>
          <w:rFonts w:ascii="Arial" w:hAnsi="Arial" w:cs="Arial"/>
          <w:b/>
          <w:sz w:val="28"/>
          <w:szCs w:val="24"/>
        </w:rPr>
        <w:t>Übung</w:t>
      </w:r>
      <w:proofErr w:type="spellEnd"/>
      <w:r w:rsidRPr="0090682D">
        <w:rPr>
          <w:rFonts w:ascii="Arial" w:hAnsi="Arial" w:cs="Arial"/>
          <w:b/>
          <w:sz w:val="28"/>
          <w:szCs w:val="24"/>
        </w:rPr>
        <w:t xml:space="preserve"> </w:t>
      </w:r>
      <w:r w:rsidR="0090682D" w:rsidRPr="0090682D">
        <w:rPr>
          <w:rFonts w:ascii="Arial" w:hAnsi="Arial" w:cs="Arial"/>
          <w:b/>
          <w:sz w:val="28"/>
          <w:szCs w:val="24"/>
        </w:rPr>
        <w:t>3</w:t>
      </w:r>
      <w:r w:rsidR="00B61529">
        <w:rPr>
          <w:rFonts w:ascii="Arial" w:hAnsi="Arial" w:cs="Arial"/>
          <w:b/>
          <w:sz w:val="28"/>
          <w:szCs w:val="24"/>
        </w:rPr>
        <w:t>:</w:t>
      </w:r>
    </w:p>
    <w:p w14:paraId="14098759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C9A1FAC" w14:textId="77777777"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FBDE81E" w14:textId="77777777" w:rsidR="0090682D" w:rsidRPr="0090682D" w:rsidRDefault="0090682D" w:rsidP="0090682D">
      <w:pPr>
        <w:spacing w:after="0" w:line="240" w:lineRule="auto"/>
        <w:jc w:val="center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6 + 2 + 4 + 8 + 5</w:t>
      </w:r>
    </w:p>
    <w:sectPr w:rsidR="0090682D" w:rsidRPr="0090682D" w:rsidSect="0090682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82D"/>
    <w:rsid w:val="001D645B"/>
    <w:rsid w:val="001F3F6B"/>
    <w:rsid w:val="005175A3"/>
    <w:rsid w:val="005F7238"/>
    <w:rsid w:val="006E620D"/>
    <w:rsid w:val="007E024D"/>
    <w:rsid w:val="0090682D"/>
    <w:rsid w:val="00B61529"/>
    <w:rsid w:val="00EE3E16"/>
    <w:rsid w:val="00FE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B53D"/>
  <w15:chartTrackingRefBased/>
  <w15:docId w15:val="{BE03EE86-3810-4BFE-B32E-4204F9BF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82D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cp:lastPrinted>2019-03-05T21:28:00Z</cp:lastPrinted>
  <dcterms:created xsi:type="dcterms:W3CDTF">2019-08-16T12:57:00Z</dcterms:created>
  <dcterms:modified xsi:type="dcterms:W3CDTF">2019-08-16T12:57:00Z</dcterms:modified>
</cp:coreProperties>
</file>